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ED4" w:rsidRDefault="00C03ED4" w:rsidP="00C63D99">
      <w:pPr>
        <w:tabs>
          <w:tab w:val="left" w:pos="4008"/>
        </w:tabs>
        <w:spacing w:before="240"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24</w:t>
      </w:r>
      <w:r w:rsidRPr="007F3317">
        <w:rPr>
          <w:rFonts w:ascii="Times New Roman" w:hAnsi="Times New Roman"/>
          <w:b/>
          <w:sz w:val="40"/>
          <w:szCs w:val="40"/>
        </w:rPr>
        <w:t>/11/2002</w:t>
      </w:r>
    </w:p>
    <w:p w:rsidR="00C03ED4" w:rsidRDefault="00C03ED4" w:rsidP="00C63D99">
      <w:pPr>
        <w:tabs>
          <w:tab w:val="left" w:pos="4008"/>
        </w:tabs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52F7">
        <w:rPr>
          <w:rFonts w:ascii="Times New Roman" w:hAnsi="Times New Roman"/>
          <w:sz w:val="28"/>
          <w:szCs w:val="28"/>
        </w:rPr>
        <w:t>SEZIONE DI PIACENZA</w:t>
      </w:r>
    </w:p>
    <w:p w:rsidR="00C03ED4" w:rsidRDefault="00C03ED4" w:rsidP="00C63D99">
      <w:pPr>
        <w:tabs>
          <w:tab w:val="left" w:pos="4008"/>
        </w:tabs>
        <w:spacing w:before="24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Fase di vigilanza</w:t>
      </w:r>
      <w:r w:rsidRPr="00621BD0">
        <w:rPr>
          <w:rFonts w:ascii="Times New Roman" w:hAnsi="Times New Roman"/>
          <w:noProof/>
          <w:sz w:val="28"/>
          <w:szCs w:val="28"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style="width:40.8pt;height:38.4pt;visibility:visible">
            <v:imagedata r:id="rId6" o:title=""/>
          </v:shape>
        </w:pict>
      </w:r>
    </w:p>
    <w:p w:rsidR="00C03ED4" w:rsidRDefault="00C03ED4" w:rsidP="00C63D9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03ED4" w:rsidRDefault="00C03ED4" w:rsidP="00C63D9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Essendosi concluso in fase di vigilanza il giorno 24/11/2002 entreremo nel giorno 25/11/2002 proprio in questa fase. A questo punto i controlli vengono fatti con la stessa frequenza del giorno prima ovvero 12h.</w:t>
      </w:r>
    </w:p>
    <w:p w:rsidR="00C03ED4" w:rsidRDefault="00C03ED4" w:rsidP="004E11F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03ED4" w:rsidRDefault="00C03ED4" w:rsidP="008F57A0">
      <w:pPr>
        <w:tabs>
          <w:tab w:val="left" w:pos="1515"/>
        </w:tabs>
      </w:pPr>
      <w:r w:rsidRPr="00691B3C">
        <w:rPr>
          <w:noProof/>
          <w:lang w:eastAsia="it-IT"/>
        </w:rPr>
        <w:pict>
          <v:shape id="Immagine 16" o:spid="_x0000_i1026" type="#_x0000_t75" style="width:480pt;height:238.8pt;visibility:visible">
            <v:imagedata r:id="rId7" o:title=""/>
          </v:shape>
        </w:pict>
      </w:r>
    </w:p>
    <w:p w:rsidR="00C03ED4" w:rsidRDefault="00C03ED4" w:rsidP="00C63D9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Abbiamo calcolato la saturazione del suolo per ogni bacino dal 24/11 alle 00:00 al 24/11 23:00 con AMC.</w:t>
      </w:r>
    </w:p>
    <w:p w:rsidR="00C03ED4" w:rsidRDefault="00C03ED4" w:rsidP="00C63D9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Per quanto riguarda la precipitazione osservata è stata calcolata cumulata media per ogni bacino a partire dal </w:t>
      </w:r>
      <w:r w:rsidRPr="009A1529">
        <w:rPr>
          <w:rFonts w:ascii="Times New Roman" w:hAnsi="Times New Roman"/>
          <w:sz w:val="20"/>
          <w:szCs w:val="20"/>
        </w:rPr>
        <w:t>2</w:t>
      </w:r>
      <w:r>
        <w:rPr>
          <w:rFonts w:ascii="Times New Roman" w:hAnsi="Times New Roman"/>
          <w:sz w:val="20"/>
          <w:szCs w:val="20"/>
        </w:rPr>
        <w:t>4/11</w:t>
      </w:r>
      <w:r w:rsidRPr="009A1529">
        <w:rPr>
          <w:rFonts w:ascii="Times New Roman" w:hAnsi="Times New Roman"/>
          <w:sz w:val="20"/>
          <w:szCs w:val="20"/>
        </w:rPr>
        <w:t xml:space="preserve"> alle 00:00 </w:t>
      </w:r>
      <w:r>
        <w:rPr>
          <w:rFonts w:ascii="Times New Roman" w:hAnsi="Times New Roman"/>
          <w:sz w:val="20"/>
          <w:szCs w:val="20"/>
        </w:rPr>
        <w:t xml:space="preserve">fino al 24/11 23:00 e abbiamo trovato che: </w:t>
      </w:r>
    </w:p>
    <w:p w:rsidR="00C03ED4" w:rsidRDefault="00C03ED4" w:rsidP="00C63D9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03ED4" w:rsidRDefault="00C03ED4" w:rsidP="0024063A">
      <w:r w:rsidRPr="00691B3C">
        <w:rPr>
          <w:noProof/>
          <w:lang w:eastAsia="it-IT"/>
        </w:rPr>
        <w:pict>
          <v:shape id="Immagine 8" o:spid="_x0000_i1027" type="#_x0000_t75" style="width:477.6pt;height:241.2pt;visibility:visible">
            <v:imagedata r:id="rId8" o:title=""/>
          </v:shape>
        </w:pict>
      </w:r>
    </w:p>
    <w:p w:rsidR="00C03ED4" w:rsidRDefault="00C03ED4" w:rsidP="00347F7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 valori della cumulata media per il 24/11/2002 variano da 15-</w:t>
      </w:r>
      <w:smartTag w:uri="urn:schemas-microsoft-com:office:smarttags" w:element="metricconverter">
        <w:smartTagPr>
          <w:attr w:name="ProductID" w:val="20 mm"/>
        </w:smartTagPr>
        <w:r>
          <w:rPr>
            <w:rFonts w:ascii="Times New Roman" w:hAnsi="Times New Roman"/>
            <w:sz w:val="20"/>
            <w:szCs w:val="20"/>
          </w:rPr>
          <w:t>20 mm</w:t>
        </w:r>
      </w:smartTag>
      <w:r>
        <w:rPr>
          <w:rFonts w:ascii="Times New Roman" w:hAnsi="Times New Roman"/>
          <w:sz w:val="20"/>
          <w:szCs w:val="20"/>
        </w:rPr>
        <w:t xml:space="preserve"> (Dora Baltea) a 70-</w:t>
      </w:r>
      <w:smartTag w:uri="urn:schemas-microsoft-com:office:smarttags" w:element="metricconverter">
        <w:smartTagPr>
          <w:attr w:name="ProductID" w:val="80 mm"/>
        </w:smartTagPr>
        <w:r>
          <w:rPr>
            <w:rFonts w:ascii="Times New Roman" w:hAnsi="Times New Roman"/>
            <w:sz w:val="20"/>
            <w:szCs w:val="20"/>
          </w:rPr>
          <w:t>80 mm</w:t>
        </w:r>
      </w:smartTag>
      <w:r>
        <w:rPr>
          <w:rFonts w:ascii="Times New Roman" w:hAnsi="Times New Roman"/>
          <w:sz w:val="20"/>
          <w:szCs w:val="20"/>
        </w:rPr>
        <w:t xml:space="preserve"> (Trebbia).</w:t>
      </w:r>
    </w:p>
    <w:p w:rsidR="00C03ED4" w:rsidRDefault="00C03ED4" w:rsidP="00347F7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La tabella che riportiamo di seguito rappresenta i bacini di maggior importanza del Po a monte della sezione di Piacenza, i loro tempi di risposta e la precipitazione osservata e prevista per il giorno 24/11.</w:t>
      </w:r>
    </w:p>
    <w:p w:rsidR="00C03ED4" w:rsidRDefault="00C03ED4" w:rsidP="00347F79">
      <w:pPr>
        <w:spacing w:after="0" w:line="240" w:lineRule="auto"/>
        <w:jc w:val="both"/>
      </w:pPr>
    </w:p>
    <w:tbl>
      <w:tblPr>
        <w:tblW w:w="4325" w:type="pct"/>
        <w:jc w:val="center"/>
        <w:tblCellMar>
          <w:left w:w="70" w:type="dxa"/>
          <w:right w:w="70" w:type="dxa"/>
        </w:tblCellMar>
        <w:tblLook w:val="00A0"/>
      </w:tblPr>
      <w:tblGrid>
        <w:gridCol w:w="1473"/>
        <w:gridCol w:w="2175"/>
        <w:gridCol w:w="687"/>
        <w:gridCol w:w="687"/>
        <w:gridCol w:w="1374"/>
        <w:gridCol w:w="687"/>
        <w:gridCol w:w="1375"/>
      </w:tblGrid>
      <w:tr w:rsidR="00C03ED4" w:rsidRPr="00621BD0" w:rsidTr="00B14CD6">
        <w:trPr>
          <w:trHeight w:val="251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24/11/2002</w:t>
            </w:r>
          </w:p>
        </w:tc>
      </w:tr>
      <w:tr w:rsidR="00C03ED4" w:rsidRPr="00621BD0" w:rsidTr="00B14CD6">
        <w:trPr>
          <w:trHeight w:val="251"/>
          <w:jc w:val="center"/>
        </w:trPr>
        <w:tc>
          <w:tcPr>
            <w:tcW w:w="8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Bacini</w:t>
            </w:r>
          </w:p>
        </w:tc>
        <w:tc>
          <w:tcPr>
            <w:tcW w:w="12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tempo di risposta caratterisctico del bacino tc [h]</w:t>
            </w:r>
          </w:p>
        </w:tc>
        <w:tc>
          <w:tcPr>
            <w:tcW w:w="81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precipitazione osservata [mm]</w:t>
            </w:r>
          </w:p>
        </w:tc>
        <w:tc>
          <w:tcPr>
            <w:tcW w:w="8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saturazione suolo (AMC) 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Area [Km</w:t>
            </w:r>
            <w:r w:rsidRPr="00B14CD6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  <w:lang w:eastAsia="it-IT"/>
              </w:rPr>
              <w:t>2</w:t>
            </w: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]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LAMI previsto</w:t>
            </w:r>
          </w:p>
        </w:tc>
      </w:tr>
      <w:tr w:rsidR="00C03ED4" w:rsidRPr="00621BD0" w:rsidTr="00B14CD6">
        <w:trPr>
          <w:trHeight w:val="251"/>
          <w:jc w:val="center"/>
        </w:trPr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C03ED4" w:rsidRPr="00621BD0" w:rsidTr="00B14CD6">
        <w:trPr>
          <w:trHeight w:val="251"/>
          <w:jc w:val="center"/>
        </w:trPr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812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C03ED4" w:rsidRPr="00621BD0" w:rsidTr="00B14CD6">
        <w:trPr>
          <w:trHeight w:val="251"/>
          <w:jc w:val="center"/>
        </w:trPr>
        <w:tc>
          <w:tcPr>
            <w:tcW w:w="8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Tanaro</w:t>
            </w:r>
          </w:p>
        </w:tc>
        <w:tc>
          <w:tcPr>
            <w:tcW w:w="1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/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20 - 25</w:t>
            </w:r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8100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20</w:t>
            </w:r>
          </w:p>
        </w:tc>
      </w:tr>
      <w:tr w:rsidR="00C03ED4" w:rsidRPr="00621BD0" w:rsidTr="00B14CD6">
        <w:trPr>
          <w:trHeight w:val="251"/>
          <w:jc w:val="center"/>
        </w:trPr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C03ED4" w:rsidRPr="00621BD0" w:rsidTr="00B14CD6">
        <w:trPr>
          <w:trHeight w:val="251"/>
          <w:jc w:val="center"/>
        </w:trPr>
        <w:tc>
          <w:tcPr>
            <w:tcW w:w="8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AC05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Dora Baltea</w:t>
            </w:r>
          </w:p>
        </w:tc>
        <w:tc>
          <w:tcPr>
            <w:tcW w:w="1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/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15 - 20</w:t>
            </w:r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3900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15</w:t>
            </w:r>
          </w:p>
        </w:tc>
      </w:tr>
      <w:tr w:rsidR="00C03ED4" w:rsidRPr="00621BD0" w:rsidTr="00B14CD6">
        <w:trPr>
          <w:trHeight w:val="251"/>
          <w:jc w:val="center"/>
        </w:trPr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C03ED4" w:rsidRPr="00621BD0" w:rsidTr="00B14CD6">
        <w:trPr>
          <w:trHeight w:val="251"/>
          <w:jc w:val="center"/>
        </w:trPr>
        <w:tc>
          <w:tcPr>
            <w:tcW w:w="8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Trebbia</w:t>
            </w:r>
          </w:p>
        </w:tc>
        <w:tc>
          <w:tcPr>
            <w:tcW w:w="1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70 - 80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/</w:t>
            </w:r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1100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70</w:t>
            </w:r>
          </w:p>
        </w:tc>
      </w:tr>
      <w:tr w:rsidR="00C03ED4" w:rsidRPr="00621BD0" w:rsidTr="00B14CD6">
        <w:trPr>
          <w:trHeight w:val="251"/>
          <w:jc w:val="center"/>
        </w:trPr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C03ED4" w:rsidRPr="00621BD0" w:rsidTr="00B14CD6">
        <w:trPr>
          <w:trHeight w:val="251"/>
          <w:jc w:val="center"/>
        </w:trPr>
        <w:tc>
          <w:tcPr>
            <w:tcW w:w="8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Sesia</w:t>
            </w:r>
          </w:p>
        </w:tc>
        <w:tc>
          <w:tcPr>
            <w:tcW w:w="1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/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40 - 50</w:t>
            </w:r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3100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50</w:t>
            </w:r>
          </w:p>
        </w:tc>
      </w:tr>
      <w:tr w:rsidR="00C03ED4" w:rsidRPr="00621BD0" w:rsidTr="00B14CD6">
        <w:trPr>
          <w:trHeight w:val="251"/>
          <w:jc w:val="center"/>
        </w:trPr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C03ED4" w:rsidRPr="00621BD0" w:rsidTr="00B14CD6">
        <w:trPr>
          <w:trHeight w:val="251"/>
          <w:jc w:val="center"/>
        </w:trPr>
        <w:tc>
          <w:tcPr>
            <w:tcW w:w="8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Ticino</w:t>
            </w:r>
          </w:p>
        </w:tc>
        <w:tc>
          <w:tcPr>
            <w:tcW w:w="1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/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40 - 50</w:t>
            </w:r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4400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B14CD6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40</w:t>
            </w:r>
          </w:p>
        </w:tc>
      </w:tr>
      <w:tr w:rsidR="00C03ED4" w:rsidRPr="00621BD0" w:rsidTr="00B14CD6">
        <w:trPr>
          <w:trHeight w:val="251"/>
          <w:jc w:val="center"/>
        </w:trPr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B14CD6" w:rsidRDefault="00C03ED4" w:rsidP="00B14CD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</w:tbl>
    <w:p w:rsidR="00C03ED4" w:rsidRDefault="00C03ED4" w:rsidP="0024063A"/>
    <w:p w:rsidR="00C03ED4" w:rsidRDefault="00C03ED4" w:rsidP="00347F79">
      <w:pPr>
        <w:jc w:val="center"/>
        <w:rPr>
          <w:rFonts w:ascii="Times New Roman" w:hAnsi="Times New Roman"/>
          <w:sz w:val="24"/>
          <w:szCs w:val="24"/>
        </w:rPr>
      </w:pPr>
      <w:r w:rsidRPr="00347F79">
        <w:rPr>
          <w:rFonts w:ascii="Times New Roman" w:hAnsi="Times New Roman"/>
          <w:sz w:val="24"/>
          <w:szCs w:val="24"/>
        </w:rPr>
        <w:t>MODELLO COSMO-I7 E COSMO-LEPS</w:t>
      </w:r>
    </w:p>
    <w:p w:rsidR="00C03ED4" w:rsidRDefault="00C03ED4" w:rsidP="00347F79">
      <w:pPr>
        <w:jc w:val="center"/>
      </w:pPr>
      <w:r w:rsidRPr="00691B3C">
        <w:rPr>
          <w:noProof/>
          <w:lang w:eastAsia="it-IT"/>
        </w:rPr>
        <w:pict>
          <v:shape id="Grafico 1" o:spid="_x0000_i1028" type="#_x0000_t75" style="width:431.4pt;height:257.4pt;visibility:visible" o:gfxdata="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">
            <v:imagedata r:id="rId9" o:title="" cropbottom="-13f"/>
            <o:lock v:ext="edit" aspectratio="f"/>
          </v:shape>
        </w:pict>
      </w:r>
    </w:p>
    <w:p w:rsidR="00C03ED4" w:rsidRDefault="00C03ED4" w:rsidP="00FD5CB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Dal grafico possiamo osservare le varie previsioni fatte con il modello COSMO-I7 (curve arancione che fa una previsione utilizzando i dati previsti e blu che fa una previsione a partire dai dati osservati) e con il modello di ensemble COSMO-LEPS (curve nere).</w:t>
      </w:r>
    </w:p>
    <w:p w:rsidR="00C03ED4" w:rsidRDefault="00C03ED4" w:rsidP="00347F7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03ED4" w:rsidRDefault="00C03ED4" w:rsidP="00347F7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03ED4" w:rsidRDefault="00C03ED4" w:rsidP="00347F7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03ED4" w:rsidRDefault="00C03ED4" w:rsidP="00347F7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03ED4" w:rsidRDefault="00C03ED4" w:rsidP="00347F7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03ED4" w:rsidRDefault="00C03ED4" w:rsidP="00347F7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03ED4" w:rsidRDefault="00C03ED4" w:rsidP="00347F7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03ED4" w:rsidRDefault="00C03ED4" w:rsidP="00347F7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03ED4" w:rsidRDefault="00C03ED4" w:rsidP="00347F7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03ED4" w:rsidRDefault="00C03ED4" w:rsidP="00347F79">
      <w:pPr>
        <w:spacing w:after="0" w:line="240" w:lineRule="auto"/>
        <w:jc w:val="both"/>
      </w:pPr>
    </w:p>
    <w:tbl>
      <w:tblPr>
        <w:tblW w:w="4995" w:type="pct"/>
        <w:jc w:val="center"/>
        <w:tblCellMar>
          <w:left w:w="70" w:type="dxa"/>
          <w:right w:w="70" w:type="dxa"/>
        </w:tblCellMar>
        <w:tblLook w:val="00A0"/>
      </w:tblPr>
      <w:tblGrid>
        <w:gridCol w:w="678"/>
        <w:gridCol w:w="678"/>
        <w:gridCol w:w="721"/>
        <w:gridCol w:w="1240"/>
        <w:gridCol w:w="1327"/>
        <w:gridCol w:w="796"/>
        <w:gridCol w:w="1071"/>
        <w:gridCol w:w="1109"/>
        <w:gridCol w:w="1034"/>
        <w:gridCol w:w="1124"/>
      </w:tblGrid>
      <w:tr w:rsidR="00C03ED4" w:rsidRPr="00621BD0" w:rsidTr="00347F79">
        <w:trPr>
          <w:trHeight w:val="247"/>
          <w:jc w:val="center"/>
        </w:trPr>
        <w:tc>
          <w:tcPr>
            <w:tcW w:w="23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Sezione: </w:t>
            </w:r>
            <w:r w:rsidRPr="00347F7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Piacenza </w:t>
            </w: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42030 km</w:t>
            </w:r>
            <w:r w:rsidRPr="00347F79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  <w:lang w:eastAsia="it-IT"/>
              </w:rPr>
              <w:t>2</w:t>
            </w:r>
          </w:p>
        </w:tc>
        <w:tc>
          <w:tcPr>
            <w:tcW w:w="26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tabella sintetica previsioni idrauliche asta principale di Po Input COSMO-I7 e osservato pluviometrico</w:t>
            </w:r>
          </w:p>
        </w:tc>
      </w:tr>
      <w:tr w:rsidR="00C03ED4" w:rsidRPr="00621BD0" w:rsidTr="00347F79">
        <w:trPr>
          <w:trHeight w:val="247"/>
          <w:jc w:val="center"/>
        </w:trPr>
        <w:tc>
          <w:tcPr>
            <w:tcW w:w="23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2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C03ED4" w:rsidRPr="00621BD0" w:rsidTr="00347F79">
        <w:trPr>
          <w:trHeight w:val="247"/>
          <w:jc w:val="center"/>
        </w:trPr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ora e data di riferimento</w:t>
            </w: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ora e data run COSMO-I7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livelli critici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tempo al superamento</w:t>
            </w:r>
          </w:p>
        </w:tc>
        <w:tc>
          <w:tcPr>
            <w:tcW w:w="6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persist.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colmo livello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colmo portata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tempo al colmo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colmo su oss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colmo su previsto COSMO-I7</w:t>
            </w:r>
          </w:p>
        </w:tc>
      </w:tr>
      <w:tr w:rsidR="00C03ED4" w:rsidRPr="00621BD0" w:rsidTr="00347F79">
        <w:trPr>
          <w:trHeight w:val="247"/>
          <w:jc w:val="center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C03ED4" w:rsidRPr="00621BD0" w:rsidTr="00347F79">
        <w:trPr>
          <w:trHeight w:val="247"/>
          <w:jc w:val="center"/>
        </w:trPr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24/11/2002</w:t>
            </w: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24/11/2002 08:00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h1 = </w:t>
            </w:r>
            <w:smartTag w:uri="urn:schemas-microsoft-com:office:smarttags" w:element="metricconverter">
              <w:smartTagPr>
                <w:attr w:name="ProductID" w:val="5.00 m"/>
              </w:smartTagPr>
              <w:r w:rsidRPr="00347F79">
                <w:rPr>
                  <w:rFonts w:ascii="Times New Roman" w:hAnsi="Times New Roman"/>
                  <w:color w:val="000000"/>
                  <w:sz w:val="16"/>
                  <w:szCs w:val="16"/>
                  <w:lang w:eastAsia="it-IT"/>
                </w:rPr>
                <w:t>5.00 m</w:t>
              </w:r>
            </w:smartTag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+72 h (27/11/02 00:00)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8 h (27 00:00 - 27 08:00)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5,3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4800         (27/11/2002 08:00)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+80 h         (27/11/2002 08:00)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4,0             (24/11/2002 00:00)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5,3</w:t>
            </w:r>
          </w:p>
        </w:tc>
      </w:tr>
      <w:tr w:rsidR="00C03ED4" w:rsidRPr="00621BD0" w:rsidTr="00347F79">
        <w:trPr>
          <w:trHeight w:val="247"/>
          <w:jc w:val="center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h2 = </w:t>
            </w:r>
            <w:smartTag w:uri="urn:schemas-microsoft-com:office:smarttags" w:element="metricconverter">
              <w:smartTagPr>
                <w:attr w:name="ProductID" w:val="6.00 m"/>
              </w:smartTagPr>
              <w:r w:rsidRPr="00347F79">
                <w:rPr>
                  <w:rFonts w:ascii="Times New Roman" w:hAnsi="Times New Roman"/>
                  <w:color w:val="000000"/>
                  <w:sz w:val="16"/>
                  <w:szCs w:val="16"/>
                  <w:lang w:eastAsia="it-IT"/>
                </w:rPr>
                <w:t>6.00 m</w:t>
              </w:r>
            </w:smartTag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----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----</w:t>
            </w: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C03ED4" w:rsidRPr="00621BD0" w:rsidTr="00347F79">
        <w:trPr>
          <w:trHeight w:val="247"/>
          <w:jc w:val="center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h3 = 7.00m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----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----</w:t>
            </w: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</w:tbl>
    <w:p w:rsidR="00C03ED4" w:rsidRDefault="00C03ED4" w:rsidP="00347F7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03ED4" w:rsidRPr="009A1529" w:rsidRDefault="00C03ED4" w:rsidP="00FD5CB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</w:t>
      </w:r>
      <w:r w:rsidRPr="009A1529">
        <w:rPr>
          <w:rFonts w:ascii="Times New Roman" w:hAnsi="Times New Roman"/>
          <w:sz w:val="20"/>
          <w:szCs w:val="20"/>
        </w:rPr>
        <w:t xml:space="preserve">ella tabella riportiamo i dati </w:t>
      </w:r>
      <w:r>
        <w:rPr>
          <w:rFonts w:ascii="Times New Roman" w:hAnsi="Times New Roman"/>
          <w:sz w:val="20"/>
          <w:szCs w:val="20"/>
        </w:rPr>
        <w:t>della corsa delle catene modellistiche idrologico-idrauliche a partire dalla sola</w:t>
      </w:r>
      <w:r w:rsidRPr="009A1529">
        <w:rPr>
          <w:rFonts w:ascii="Times New Roman" w:hAnsi="Times New Roman"/>
          <w:sz w:val="20"/>
          <w:szCs w:val="20"/>
        </w:rPr>
        <w:t xml:space="preserve"> precipitazione osservata e</w:t>
      </w:r>
      <w:r>
        <w:rPr>
          <w:rFonts w:ascii="Times New Roman" w:hAnsi="Times New Roman"/>
          <w:sz w:val="20"/>
          <w:szCs w:val="20"/>
        </w:rPr>
        <w:t xml:space="preserve"> a partire dalle previsioni COSMO-I7.</w:t>
      </w:r>
    </w:p>
    <w:p w:rsidR="00C03ED4" w:rsidRPr="00945F12" w:rsidRDefault="00C03ED4" w:rsidP="00FD5CB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</w:t>
      </w:r>
      <w:r w:rsidRPr="00945F12">
        <w:rPr>
          <w:rFonts w:ascii="Times New Roman" w:hAnsi="Times New Roman"/>
          <w:sz w:val="20"/>
          <w:szCs w:val="20"/>
        </w:rPr>
        <w:t xml:space="preserve">ai dati che </w:t>
      </w:r>
      <w:r>
        <w:rPr>
          <w:rFonts w:ascii="Times New Roman" w:hAnsi="Times New Roman"/>
          <w:sz w:val="20"/>
          <w:szCs w:val="20"/>
        </w:rPr>
        <w:t>riportati</w:t>
      </w:r>
      <w:r w:rsidRPr="00945F12">
        <w:rPr>
          <w:rFonts w:ascii="Times New Roman" w:hAnsi="Times New Roman"/>
          <w:sz w:val="20"/>
          <w:szCs w:val="20"/>
        </w:rPr>
        <w:t xml:space="preserve"> in tabella emergono criticità in quanto i livelli</w:t>
      </w:r>
      <w:r>
        <w:rPr>
          <w:rFonts w:ascii="Times New Roman" w:hAnsi="Times New Roman"/>
          <w:sz w:val="20"/>
          <w:szCs w:val="20"/>
        </w:rPr>
        <w:t xml:space="preserve"> della previsione COSMO-I7 riferiti ai dati previsti</w:t>
      </w:r>
      <w:r w:rsidRPr="00945F12">
        <w:rPr>
          <w:rFonts w:ascii="Times New Roman" w:hAnsi="Times New Roman"/>
          <w:sz w:val="20"/>
          <w:szCs w:val="20"/>
        </w:rPr>
        <w:t xml:space="preserve"> superano il livello di attenzione</w:t>
      </w:r>
      <w:r>
        <w:rPr>
          <w:rStyle w:val="FootnoteReference"/>
          <w:rFonts w:ascii="Times New Roman" w:hAnsi="Times New Roman"/>
          <w:sz w:val="20"/>
          <w:szCs w:val="20"/>
        </w:rPr>
        <w:footnoteReference w:id="1"/>
      </w:r>
      <w:r w:rsidRPr="00945F12">
        <w:rPr>
          <w:rFonts w:ascii="Times New Roman" w:hAnsi="Times New Roman"/>
          <w:sz w:val="20"/>
          <w:szCs w:val="20"/>
        </w:rPr>
        <w:t>.</w:t>
      </w:r>
    </w:p>
    <w:p w:rsidR="00C03ED4" w:rsidRDefault="00C03ED4" w:rsidP="00FD5CB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03ED4" w:rsidRDefault="00C03ED4" w:rsidP="00FD5CB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Utilizzando in ingresso alla catena modellistica le previsioni COSMO-LEPS (probabilistiche) possiamo controllare la previsione a lungo termine:</w:t>
      </w:r>
    </w:p>
    <w:p w:rsidR="00C03ED4" w:rsidRDefault="00C03ED4" w:rsidP="00347F7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A0"/>
      </w:tblPr>
      <w:tblGrid>
        <w:gridCol w:w="893"/>
        <w:gridCol w:w="893"/>
        <w:gridCol w:w="2057"/>
        <w:gridCol w:w="859"/>
        <w:gridCol w:w="896"/>
        <w:gridCol w:w="1238"/>
        <w:gridCol w:w="1379"/>
        <w:gridCol w:w="1563"/>
      </w:tblGrid>
      <w:tr w:rsidR="00C03ED4" w:rsidRPr="00621BD0" w:rsidTr="00347F79">
        <w:trPr>
          <w:trHeight w:val="256"/>
          <w:jc w:val="center"/>
        </w:trPr>
        <w:tc>
          <w:tcPr>
            <w:tcW w:w="196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Sezione: </w:t>
            </w:r>
            <w:r w:rsidRPr="00347F7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Piacenza </w:t>
            </w: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42030 km</w:t>
            </w:r>
            <w:r w:rsidRPr="00347F79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  <w:lang w:eastAsia="it-IT"/>
              </w:rPr>
              <w:t>2</w:t>
            </w:r>
          </w:p>
        </w:tc>
        <w:tc>
          <w:tcPr>
            <w:tcW w:w="303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tabella sintetica previsioni idrauliche asta principale di Po Input COSMO-LEPS</w:t>
            </w:r>
          </w:p>
        </w:tc>
      </w:tr>
      <w:tr w:rsidR="00C03ED4" w:rsidRPr="00621BD0" w:rsidTr="00347F79">
        <w:trPr>
          <w:trHeight w:val="256"/>
          <w:jc w:val="center"/>
        </w:trPr>
        <w:tc>
          <w:tcPr>
            <w:tcW w:w="196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03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C03ED4" w:rsidRPr="00621BD0" w:rsidTr="00347F79">
        <w:trPr>
          <w:trHeight w:val="256"/>
          <w:jc w:val="center"/>
        </w:trPr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ora e data di riferimento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ora e data run COSMO-LEPS</w:t>
            </w:r>
          </w:p>
        </w:tc>
        <w:tc>
          <w:tcPr>
            <w:tcW w:w="10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livelli critici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colmo livello min e max [m]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tempo al colmo max e min [h]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tempi al superamento livelli critici probabilità e scadenze temporali</w:t>
            </w:r>
          </w:p>
        </w:tc>
        <w:tc>
          <w:tcPr>
            <w:tcW w:w="7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persistenza al di sopra dei livelli critici Probabilità e Durata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COSMO Pararrel di riferimnto, data e ora </w:t>
            </w:r>
          </w:p>
        </w:tc>
      </w:tr>
      <w:tr w:rsidR="00C03ED4" w:rsidRPr="00621BD0" w:rsidTr="00347F79">
        <w:trPr>
          <w:trHeight w:val="256"/>
          <w:jc w:val="center"/>
        </w:trPr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C03ED4" w:rsidRPr="00621BD0" w:rsidTr="00347F79">
        <w:trPr>
          <w:trHeight w:val="256"/>
          <w:jc w:val="center"/>
        </w:trPr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24/11/2002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24/11/2002 08:00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h1 = </w:t>
            </w:r>
            <w:smartTag w:uri="urn:schemas-microsoft-com:office:smarttags" w:element="metricconverter">
              <w:smartTagPr>
                <w:attr w:name="ProductID" w:val="5.00 m"/>
              </w:smartTagPr>
              <w:r w:rsidRPr="00347F79">
                <w:rPr>
                  <w:rFonts w:ascii="Times New Roman" w:hAnsi="Times New Roman"/>
                  <w:color w:val="000000"/>
                  <w:sz w:val="16"/>
                  <w:szCs w:val="16"/>
                  <w:lang w:eastAsia="it-IT"/>
                </w:rPr>
                <w:t>5.00 m</w:t>
              </w:r>
            </w:smartTag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4,75 - 7,80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26/11/2002  04:00 28/11/2002 02:00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82%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82% (89h)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4.CP13 - 25/11 23:00</w:t>
            </w:r>
          </w:p>
        </w:tc>
      </w:tr>
      <w:tr w:rsidR="00C03ED4" w:rsidRPr="00621BD0" w:rsidTr="00347F79">
        <w:trPr>
          <w:trHeight w:val="256"/>
          <w:jc w:val="center"/>
        </w:trPr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h2 = </w:t>
            </w:r>
            <w:smartTag w:uri="urn:schemas-microsoft-com:office:smarttags" w:element="metricconverter">
              <w:smartTagPr>
                <w:attr w:name="ProductID" w:val="6.00 m"/>
              </w:smartTagPr>
              <w:r w:rsidRPr="00347F79">
                <w:rPr>
                  <w:rFonts w:ascii="Times New Roman" w:hAnsi="Times New Roman"/>
                  <w:color w:val="000000"/>
                  <w:sz w:val="16"/>
                  <w:szCs w:val="16"/>
                  <w:lang w:eastAsia="it-IT"/>
                </w:rPr>
                <w:t>6.00 m</w:t>
              </w:r>
            </w:smartTag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39%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39% (67h)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4.CP10 - 26/11 10:00</w:t>
            </w:r>
          </w:p>
        </w:tc>
      </w:tr>
      <w:tr w:rsidR="00C03ED4" w:rsidRPr="00621BD0" w:rsidTr="00347F79">
        <w:trPr>
          <w:trHeight w:val="256"/>
          <w:jc w:val="center"/>
        </w:trPr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h3 = 7.00m</w:t>
            </w: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ED4" w:rsidRPr="00347F79" w:rsidRDefault="00C03ED4" w:rsidP="00347F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7%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7% (32h)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ED4" w:rsidRPr="00347F79" w:rsidRDefault="00C03ED4" w:rsidP="00347F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347F79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4.CP4 - 27/11 08:00</w:t>
            </w:r>
          </w:p>
        </w:tc>
      </w:tr>
    </w:tbl>
    <w:p w:rsidR="00C03ED4" w:rsidRDefault="00C03ED4" w:rsidP="00347F7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03ED4" w:rsidRDefault="00C03ED4" w:rsidP="009C3017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Dalle previsioni idrologiche probabilistiche (effettuate utilizzando COSMO-LEPS) è atteso che i livelli rimangano sopra al livello di attenzione.</w:t>
      </w:r>
    </w:p>
    <w:p w:rsidR="00C03ED4" w:rsidRDefault="00C03ED4" w:rsidP="009C3017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C03ED4" w:rsidRDefault="00C03ED4" w:rsidP="009C3017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Le previsioni della corsa modellistica a partire da input COSMO-I7 rimangono sopra la soglia di attenzione. Il run sull’osservato non supera tuttavia la soglia di attenzione quindi rimarremo nella fase di vigilanza.</w:t>
      </w:r>
    </w:p>
    <w:p w:rsidR="00C03ED4" w:rsidRDefault="00C03ED4" w:rsidP="0024063A"/>
    <w:p w:rsidR="00C03ED4" w:rsidRDefault="00C03ED4" w:rsidP="0024063A">
      <w:r w:rsidRPr="00691B3C">
        <w:rPr>
          <w:noProof/>
          <w:lang w:eastAsia="it-IT"/>
        </w:rPr>
        <w:pict>
          <v:shape id="_x0000_i1029" type="#_x0000_t75" style="width:40.8pt;height:38.4pt;visibility:visible">
            <v:imagedata r:id="rId6" o:title=""/>
          </v:shape>
        </w:pict>
      </w:r>
    </w:p>
    <w:p w:rsidR="00C03ED4" w:rsidRDefault="00C03ED4" w:rsidP="0024063A"/>
    <w:p w:rsidR="00C03ED4" w:rsidRDefault="00C03ED4" w:rsidP="0024063A"/>
    <w:p w:rsidR="00C03ED4" w:rsidRDefault="00C03ED4" w:rsidP="0024063A"/>
    <w:p w:rsidR="00C03ED4" w:rsidRDefault="00C03ED4" w:rsidP="0024063A"/>
    <w:sectPr w:rsidR="00C03ED4" w:rsidSect="002660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ED4" w:rsidRDefault="00C03ED4" w:rsidP="00CB5305">
      <w:pPr>
        <w:spacing w:after="0" w:line="240" w:lineRule="auto"/>
      </w:pPr>
      <w:r>
        <w:separator/>
      </w:r>
    </w:p>
  </w:endnote>
  <w:endnote w:type="continuationSeparator" w:id="0">
    <w:p w:rsidR="00C03ED4" w:rsidRDefault="00C03ED4" w:rsidP="00CB5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ED4" w:rsidRDefault="00C03ED4" w:rsidP="00CB5305">
      <w:pPr>
        <w:spacing w:after="0" w:line="240" w:lineRule="auto"/>
      </w:pPr>
      <w:r>
        <w:separator/>
      </w:r>
    </w:p>
  </w:footnote>
  <w:footnote w:type="continuationSeparator" w:id="0">
    <w:p w:rsidR="00C03ED4" w:rsidRDefault="00C03ED4" w:rsidP="00CB5305">
      <w:pPr>
        <w:spacing w:after="0" w:line="240" w:lineRule="auto"/>
      </w:pPr>
      <w:r>
        <w:continuationSeparator/>
      </w:r>
    </w:p>
  </w:footnote>
  <w:footnote w:id="1">
    <w:p w:rsidR="00C03ED4" w:rsidRDefault="00C03ED4" w:rsidP="00FD5CB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4637D">
        <w:rPr>
          <w:sz w:val="16"/>
          <w:szCs w:val="16"/>
        </w:rPr>
        <w:t xml:space="preserve">A </w:t>
      </w:r>
      <w:r>
        <w:rPr>
          <w:sz w:val="16"/>
          <w:szCs w:val="16"/>
        </w:rPr>
        <w:t>scopo puramente esemplificativo</w:t>
      </w:r>
      <w:r w:rsidRPr="00E4637D">
        <w:rPr>
          <w:sz w:val="16"/>
          <w:szCs w:val="16"/>
        </w:rPr>
        <w:t xml:space="preserve"> è stato scelto il livello di attenzione come livello di riferimento</w:t>
      </w:r>
      <w:r>
        <w:rPr>
          <w:sz w:val="16"/>
          <w:szCs w:val="16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5305"/>
    <w:rsid w:val="0024063A"/>
    <w:rsid w:val="0026609E"/>
    <w:rsid w:val="00347F79"/>
    <w:rsid w:val="004E11FA"/>
    <w:rsid w:val="00533F01"/>
    <w:rsid w:val="005A3C4C"/>
    <w:rsid w:val="00621BD0"/>
    <w:rsid w:val="00691B3C"/>
    <w:rsid w:val="0072516E"/>
    <w:rsid w:val="0073694B"/>
    <w:rsid w:val="007852F7"/>
    <w:rsid w:val="007B5158"/>
    <w:rsid w:val="007F3317"/>
    <w:rsid w:val="00846C5C"/>
    <w:rsid w:val="008B2A8B"/>
    <w:rsid w:val="008D4D20"/>
    <w:rsid w:val="008F57A0"/>
    <w:rsid w:val="00945F12"/>
    <w:rsid w:val="009576A5"/>
    <w:rsid w:val="009A1529"/>
    <w:rsid w:val="009C3017"/>
    <w:rsid w:val="009F6B95"/>
    <w:rsid w:val="00AC05AB"/>
    <w:rsid w:val="00B14CD6"/>
    <w:rsid w:val="00BF2B4C"/>
    <w:rsid w:val="00C03ED4"/>
    <w:rsid w:val="00C63D99"/>
    <w:rsid w:val="00CB250D"/>
    <w:rsid w:val="00CB5305"/>
    <w:rsid w:val="00CC4B0E"/>
    <w:rsid w:val="00DE1AC7"/>
    <w:rsid w:val="00E4637D"/>
    <w:rsid w:val="00E865E4"/>
    <w:rsid w:val="00FB5EDE"/>
    <w:rsid w:val="00FD5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09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B5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53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CB53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B5305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B53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B5305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FD5CB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D5CB3"/>
    <w:rPr>
      <w:rFonts w:ascii="Calibri" w:hAnsi="Calibri" w:cs="Times New Roman"/>
      <w:lang w:val="it-IT" w:eastAsia="en-US" w:bidi="ar-SA"/>
    </w:rPr>
  </w:style>
  <w:style w:type="character" w:styleId="FootnoteReference">
    <w:name w:val="footnote reference"/>
    <w:basedOn w:val="DefaultParagraphFont"/>
    <w:uiPriority w:val="99"/>
    <w:semiHidden/>
    <w:rsid w:val="00FD5CB3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28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224</TotalTime>
  <Pages>3</Pages>
  <Words>539</Words>
  <Characters>3078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Fabrizio</dc:creator>
  <cp:keywords/>
  <dc:description/>
  <cp:lastModifiedBy>rebora_n</cp:lastModifiedBy>
  <cp:revision>12</cp:revision>
  <dcterms:created xsi:type="dcterms:W3CDTF">2010-10-14T10:24:00Z</dcterms:created>
  <dcterms:modified xsi:type="dcterms:W3CDTF">2010-12-09T10:02:00Z</dcterms:modified>
</cp:coreProperties>
</file>